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BF3" w:rsidRPr="00BD5960" w:rsidRDefault="004D519E" w:rsidP="00173BF3">
      <w:pPr>
        <w:tabs>
          <w:tab w:val="center" w:pos="4393"/>
          <w:tab w:val="left" w:pos="6636"/>
        </w:tabs>
        <w:ind w:left="360"/>
        <w:rPr>
          <w:rFonts w:cs="Zokrofi"/>
          <w:color w:val="000000"/>
          <w:sz w:val="28"/>
          <w:szCs w:val="28"/>
          <w:rtl/>
        </w:rPr>
      </w:pPr>
      <w:r w:rsidRPr="004D519E">
        <w:rPr>
          <w:noProof/>
          <w:color w:val="00000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9.05pt;margin-top:9.7pt;width:99pt;height:21.35pt;z-index:251660288" filled="f" stroked="f">
            <v:textbox style="mso-next-textbox:#_x0000_s1026" inset="0,0,0,0">
              <w:txbxContent>
                <w:p w:rsidR="00173BF3" w:rsidRPr="003249CD" w:rsidRDefault="00173BF3" w:rsidP="002830BC">
                  <w:pPr>
                    <w:jc w:val="center"/>
                    <w:rPr>
                      <w:rFonts w:cs="AL-Mohanad Bold"/>
                      <w:color w:val="000000"/>
                      <w:sz w:val="28"/>
                      <w:szCs w:val="28"/>
                      <w:rtl/>
                    </w:rPr>
                  </w:pPr>
                  <w:r w:rsidRPr="003249CD"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 xml:space="preserve">  </w:t>
                  </w:r>
                  <w:r w:rsidR="00F13608"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 xml:space="preserve">     </w:t>
                  </w:r>
                  <w:r w:rsidR="002830BC"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>000</w:t>
                  </w:r>
                  <w:r w:rsidRPr="003249CD"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 xml:space="preserve">/م </w:t>
                  </w:r>
                  <w:r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 xml:space="preserve">م </w:t>
                  </w:r>
                  <w:r w:rsidRPr="003249CD"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>د /</w:t>
                  </w:r>
                  <w:r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>3</w:t>
                  </w:r>
                  <w:r w:rsidR="00B6337B">
                    <w:rPr>
                      <w:rFonts w:cs="AL-Mohanad Bold" w:hint="cs"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</w:p>
                <w:p w:rsidR="00173BF3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  <w:rtl/>
                    </w:rPr>
                  </w:pPr>
                  <w:r>
                    <w:rPr>
                      <w:rFonts w:cs="AL-Mohanad Bold" w:hint="cs"/>
                      <w:sz w:val="28"/>
                      <w:szCs w:val="28"/>
                      <w:rtl/>
                    </w:rPr>
                    <w:t>/  25</w:t>
                  </w:r>
                </w:p>
                <w:p w:rsidR="00173BF3" w:rsidRPr="00FF73B8" w:rsidRDefault="00173BF3" w:rsidP="00173BF3">
                  <w:pPr>
                    <w:jc w:val="center"/>
                    <w:rPr>
                      <w:rFonts w:cs="AL-Mohanad Bold"/>
                      <w:sz w:val="28"/>
                      <w:szCs w:val="28"/>
                    </w:rPr>
                  </w:pPr>
                  <w:r>
                    <w:rPr>
                      <w:rFonts w:cs="AL-Mohanad Bold" w:hint="cs"/>
                      <w:sz w:val="28"/>
                      <w:szCs w:val="28"/>
                      <w:rtl/>
                    </w:rPr>
                    <w:t>/ 25</w:t>
                  </w:r>
                </w:p>
              </w:txbxContent>
            </v:textbox>
            <w10:wrap anchorx="page"/>
          </v:shape>
        </w:pict>
      </w:r>
      <w:r w:rsidRPr="004D519E">
        <w:rPr>
          <w:rFonts w:cs="mohammad bold art 1"/>
          <w:noProof/>
          <w:color w:val="000000"/>
          <w:rtl/>
        </w:rPr>
        <w:pict>
          <v:shape id="_x0000_s1028" type="#_x0000_t202" style="position:absolute;left:0;text-align:left;margin-left:270.2pt;margin-top:3pt;width:158.8pt;height:25.25pt;z-index:251662336" filled="f" stroked="f">
            <v:textbox style="mso-next-textbox:#_x0000_s1028" inset="0,0,0,0">
              <w:txbxContent>
                <w:p w:rsidR="00173BF3" w:rsidRPr="00110DE8" w:rsidRDefault="00173BF3" w:rsidP="00173BF3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173BF3" w:rsidRPr="00BD5960">
        <w:rPr>
          <w:rFonts w:cs="Zokrofi"/>
          <w:color w:val="000000"/>
          <w:sz w:val="28"/>
          <w:szCs w:val="28"/>
          <w:rtl/>
        </w:rPr>
        <w:tab/>
      </w:r>
      <w:r w:rsidR="00173BF3" w:rsidRPr="00BD5960">
        <w:rPr>
          <w:rFonts w:cs="Zokrofi" w:hint="cs"/>
          <w:color w:val="000000"/>
          <w:sz w:val="28"/>
          <w:szCs w:val="28"/>
          <w:rtl/>
        </w:rPr>
        <w:t xml:space="preserve">    </w:t>
      </w:r>
      <w:r w:rsidR="00173BF3" w:rsidRPr="00BD5960">
        <w:rPr>
          <w:rFonts w:cs="Zokrofi"/>
          <w:color w:val="000000"/>
          <w:sz w:val="28"/>
          <w:szCs w:val="28"/>
          <w:rtl/>
        </w:rPr>
        <w:tab/>
      </w:r>
    </w:p>
    <w:p w:rsidR="00173BF3" w:rsidRPr="006F4549" w:rsidRDefault="004D519E" w:rsidP="00173BF3">
      <w:pPr>
        <w:rPr>
          <w:rFonts w:cs="mohammad bold art 1"/>
          <w:color w:val="000000"/>
          <w:rtl/>
        </w:rPr>
      </w:pPr>
      <w:r w:rsidRPr="004D519E">
        <w:rPr>
          <w:noProof/>
          <w:rtl/>
        </w:rPr>
        <w:pict>
          <v:rect id="_x0000_s1036" style="position:absolute;left:0;text-align:left;margin-left:328.6pt;margin-top:22.8pt;width:87.6pt;height:14.65pt;z-index:251669504" filled="f" stroked="f">
            <v:textbox style="mso-fit-shape-to-text:t" inset="0,0,0,0">
              <w:txbxContent>
                <w:p w:rsidR="003A5B6D" w:rsidRPr="00E74A55" w:rsidRDefault="004D519E" w:rsidP="003A5B6D">
                  <w:pPr>
                    <w:rPr>
                      <w:sz w:val="24"/>
                      <w:szCs w:val="24"/>
                    </w:rPr>
                  </w:pPr>
                  <w:r w:rsidRPr="00E74A55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fldChar w:fldCharType="begin"/>
                  </w:r>
                  <w:r w:rsidR="003A5B6D" w:rsidRPr="00E74A55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instrText xml:space="preserve"> DATE \@ "yyyy-MM-dd" </w:instrText>
                  </w:r>
                  <w:r w:rsidRPr="00E74A55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fldChar w:fldCharType="separate"/>
                  </w:r>
                  <w:r w:rsidR="002830BC">
                    <w:rPr>
                      <w:rFonts w:ascii="Calibri" w:hAnsi="Calibri" w:cs="Calibri"/>
                      <w:noProof/>
                      <w:color w:val="000000"/>
                      <w:sz w:val="24"/>
                      <w:szCs w:val="24"/>
                    </w:rPr>
                    <w:t>2010-05-11</w:t>
                  </w:r>
                  <w:r w:rsidRPr="00E74A55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rect>
        </w:pict>
      </w:r>
      <w:r w:rsidRPr="004D519E">
        <w:rPr>
          <w:noProof/>
          <w:rtl/>
        </w:rPr>
        <w:pict>
          <v:rect id="_x0000_s1035" style="position:absolute;left:0;text-align:left;margin-left:360.05pt;margin-top:-.45pt;width:63.05pt;height:18.3pt;z-index:251668480;mso-wrap-style:none" filled="f" stroked="f">
            <v:textbox style="mso-fit-shape-to-text:t" inset="0,0,0,0">
              <w:txbxContent>
                <w:p w:rsidR="003A5B6D" w:rsidRPr="000B1C18" w:rsidRDefault="004D519E" w:rsidP="000B1C18">
                  <w:pPr>
                    <w:rPr>
                      <w:szCs w:val="24"/>
                    </w:rPr>
                  </w:pPr>
                  <w:r>
                    <w:rPr>
                      <w:rFonts w:ascii="mohammad bold art 1" w:cs="mohammad bold art 1"/>
                      <w:color w:val="000000"/>
                      <w:sz w:val="24"/>
                      <w:szCs w:val="24"/>
                    </w:rPr>
                    <w:fldChar w:fldCharType="begin"/>
                  </w:r>
                  <w:r w:rsidR="000B1C18">
                    <w:rPr>
                      <w:rFonts w:cs="mohammad bold art 1"/>
                      <w:color w:val="000000"/>
                      <w:sz w:val="24"/>
                      <w:szCs w:val="24"/>
                    </w:rPr>
                    <w:instrText xml:space="preserve"> DATE \@ "yyyy-MM-dd" \h </w:instrText>
                  </w:r>
                  <w:r>
                    <w:rPr>
                      <w:rFonts w:ascii="mohammad bold art 1" w:cs="mohammad bold art 1"/>
                      <w:color w:val="000000"/>
                      <w:sz w:val="24"/>
                      <w:szCs w:val="24"/>
                    </w:rPr>
                    <w:fldChar w:fldCharType="separate"/>
                  </w:r>
                  <w:r w:rsidR="002830BC">
                    <w:rPr>
                      <w:rFonts w:cs="mohammad bold art 1"/>
                      <w:noProof/>
                      <w:color w:val="000000"/>
                      <w:sz w:val="24"/>
                      <w:szCs w:val="24"/>
                    </w:rPr>
                    <w:t>1431-05-28</w:t>
                  </w:r>
                  <w:r>
                    <w:rPr>
                      <w:rFonts w:ascii="mohammad bold art 1" w:cs="mohammad bold art 1"/>
                      <w:color w:val="000000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rect>
        </w:pict>
      </w:r>
      <w:r>
        <w:rPr>
          <w:rFonts w:cs="mohammad bold art 1"/>
          <w:noProof/>
          <w:color w:val="000000"/>
          <w:rtl/>
        </w:rPr>
        <w:pict>
          <v:shape id="_x0000_s1027" type="#_x0000_t202" style="position:absolute;left:0;text-align:left;margin-left:-66.75pt;margin-top:12.15pt;width:126pt;height:37.7pt;z-index:251661312" filled="f" stroked="f">
            <v:textbox style="mso-next-textbox:#_x0000_s1027" inset="0,0,0,0">
              <w:txbxContent>
                <w:p w:rsidR="00173BF3" w:rsidRPr="00AD13C0" w:rsidRDefault="00173BF3" w:rsidP="005660D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3A5B6D">
        <w:rPr>
          <w:rFonts w:cs="mohammad bold art 1" w:hint="cs"/>
          <w:color w:val="000000"/>
          <w:rtl/>
        </w:rPr>
        <w:t xml:space="preserve"> </w:t>
      </w:r>
    </w:p>
    <w:p w:rsidR="00940842" w:rsidRDefault="00940842" w:rsidP="003A5B6D">
      <w:pPr>
        <w:rPr>
          <w:rtl/>
        </w:rPr>
      </w:pPr>
    </w:p>
    <w:sectPr w:rsidR="00940842" w:rsidSect="00B6337B">
      <w:pgSz w:w="11906" w:h="16838" w:code="9"/>
      <w:pgMar w:top="2552" w:right="1418" w:bottom="993" w:left="1701" w:header="567" w:footer="1134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okrofi"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649"/>
    <w:multiLevelType w:val="hybridMultilevel"/>
    <w:tmpl w:val="F40AC9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173BF3"/>
    <w:rsid w:val="000053D5"/>
    <w:rsid w:val="00014593"/>
    <w:rsid w:val="0001583B"/>
    <w:rsid w:val="00035CE7"/>
    <w:rsid w:val="000541CA"/>
    <w:rsid w:val="000558A1"/>
    <w:rsid w:val="000803D6"/>
    <w:rsid w:val="00081D62"/>
    <w:rsid w:val="00082F41"/>
    <w:rsid w:val="000840EA"/>
    <w:rsid w:val="00084EC7"/>
    <w:rsid w:val="00086E8D"/>
    <w:rsid w:val="00087145"/>
    <w:rsid w:val="000902A8"/>
    <w:rsid w:val="000A1C6E"/>
    <w:rsid w:val="000B1737"/>
    <w:rsid w:val="000B1C18"/>
    <w:rsid w:val="000B2E83"/>
    <w:rsid w:val="000B5070"/>
    <w:rsid w:val="000E114E"/>
    <w:rsid w:val="000F0CE4"/>
    <w:rsid w:val="000F184E"/>
    <w:rsid w:val="0010136E"/>
    <w:rsid w:val="00106D6C"/>
    <w:rsid w:val="0011614E"/>
    <w:rsid w:val="0011730E"/>
    <w:rsid w:val="0012402C"/>
    <w:rsid w:val="0014458C"/>
    <w:rsid w:val="00153E4C"/>
    <w:rsid w:val="00155EA5"/>
    <w:rsid w:val="00160A4D"/>
    <w:rsid w:val="00161476"/>
    <w:rsid w:val="001653BB"/>
    <w:rsid w:val="00170114"/>
    <w:rsid w:val="001737A9"/>
    <w:rsid w:val="00173BF3"/>
    <w:rsid w:val="00182549"/>
    <w:rsid w:val="00183552"/>
    <w:rsid w:val="001958FE"/>
    <w:rsid w:val="001A2BDA"/>
    <w:rsid w:val="001A3142"/>
    <w:rsid w:val="001A6144"/>
    <w:rsid w:val="001D715F"/>
    <w:rsid w:val="001E119E"/>
    <w:rsid w:val="001E79B1"/>
    <w:rsid w:val="001E7CA3"/>
    <w:rsid w:val="001F26EA"/>
    <w:rsid w:val="001F6244"/>
    <w:rsid w:val="001F79D0"/>
    <w:rsid w:val="002011D1"/>
    <w:rsid w:val="00202639"/>
    <w:rsid w:val="002104B4"/>
    <w:rsid w:val="00214FBF"/>
    <w:rsid w:val="00240B87"/>
    <w:rsid w:val="002442E9"/>
    <w:rsid w:val="002536AE"/>
    <w:rsid w:val="0026465E"/>
    <w:rsid w:val="00271377"/>
    <w:rsid w:val="0027185A"/>
    <w:rsid w:val="00275BA3"/>
    <w:rsid w:val="00275BCF"/>
    <w:rsid w:val="002804DA"/>
    <w:rsid w:val="002830BC"/>
    <w:rsid w:val="002835A7"/>
    <w:rsid w:val="00286F21"/>
    <w:rsid w:val="002A7138"/>
    <w:rsid w:val="002B6B6C"/>
    <w:rsid w:val="002C1EDF"/>
    <w:rsid w:val="002C3DE1"/>
    <w:rsid w:val="002D4200"/>
    <w:rsid w:val="002D6A70"/>
    <w:rsid w:val="002D75A4"/>
    <w:rsid w:val="002E4E37"/>
    <w:rsid w:val="002F2EFA"/>
    <w:rsid w:val="0030696E"/>
    <w:rsid w:val="0030757C"/>
    <w:rsid w:val="00307C75"/>
    <w:rsid w:val="00312C55"/>
    <w:rsid w:val="00313D7D"/>
    <w:rsid w:val="003455E2"/>
    <w:rsid w:val="003545D4"/>
    <w:rsid w:val="00354795"/>
    <w:rsid w:val="00360AA4"/>
    <w:rsid w:val="003841A5"/>
    <w:rsid w:val="00396640"/>
    <w:rsid w:val="003A4DD1"/>
    <w:rsid w:val="003A5B6D"/>
    <w:rsid w:val="003B586E"/>
    <w:rsid w:val="003B78E7"/>
    <w:rsid w:val="00441C28"/>
    <w:rsid w:val="00460727"/>
    <w:rsid w:val="00467877"/>
    <w:rsid w:val="00487015"/>
    <w:rsid w:val="004A1F5C"/>
    <w:rsid w:val="004A79F2"/>
    <w:rsid w:val="004C0CE5"/>
    <w:rsid w:val="004C51AE"/>
    <w:rsid w:val="004C7D61"/>
    <w:rsid w:val="004D11FC"/>
    <w:rsid w:val="004D519E"/>
    <w:rsid w:val="004D62E6"/>
    <w:rsid w:val="004E2B76"/>
    <w:rsid w:val="004E4AF2"/>
    <w:rsid w:val="005006A5"/>
    <w:rsid w:val="00514F0D"/>
    <w:rsid w:val="005200FC"/>
    <w:rsid w:val="00526062"/>
    <w:rsid w:val="0054635B"/>
    <w:rsid w:val="00552BB1"/>
    <w:rsid w:val="005660D3"/>
    <w:rsid w:val="00572CFC"/>
    <w:rsid w:val="005757CC"/>
    <w:rsid w:val="00587B6C"/>
    <w:rsid w:val="00587F30"/>
    <w:rsid w:val="005B3DC7"/>
    <w:rsid w:val="005D577E"/>
    <w:rsid w:val="005E30D9"/>
    <w:rsid w:val="005F0ED0"/>
    <w:rsid w:val="005F23A7"/>
    <w:rsid w:val="005F4B1A"/>
    <w:rsid w:val="006042A2"/>
    <w:rsid w:val="00622526"/>
    <w:rsid w:val="00637944"/>
    <w:rsid w:val="0064319D"/>
    <w:rsid w:val="006477C6"/>
    <w:rsid w:val="00651540"/>
    <w:rsid w:val="00653E00"/>
    <w:rsid w:val="00676FBD"/>
    <w:rsid w:val="0069633D"/>
    <w:rsid w:val="006967F1"/>
    <w:rsid w:val="006A61D8"/>
    <w:rsid w:val="006B5B67"/>
    <w:rsid w:val="006B660B"/>
    <w:rsid w:val="006C17C7"/>
    <w:rsid w:val="006D1A43"/>
    <w:rsid w:val="006E1DC9"/>
    <w:rsid w:val="006E6EA9"/>
    <w:rsid w:val="007036F6"/>
    <w:rsid w:val="0070748A"/>
    <w:rsid w:val="00724B22"/>
    <w:rsid w:val="00725E2E"/>
    <w:rsid w:val="00731413"/>
    <w:rsid w:val="00731714"/>
    <w:rsid w:val="00732B88"/>
    <w:rsid w:val="00736144"/>
    <w:rsid w:val="007361B8"/>
    <w:rsid w:val="007419C9"/>
    <w:rsid w:val="00745232"/>
    <w:rsid w:val="007610DF"/>
    <w:rsid w:val="00766EA0"/>
    <w:rsid w:val="00772651"/>
    <w:rsid w:val="00786557"/>
    <w:rsid w:val="00795ED8"/>
    <w:rsid w:val="007A1D67"/>
    <w:rsid w:val="007A57A8"/>
    <w:rsid w:val="007C17D8"/>
    <w:rsid w:val="007C2B46"/>
    <w:rsid w:val="007C45AD"/>
    <w:rsid w:val="007D449D"/>
    <w:rsid w:val="007F1786"/>
    <w:rsid w:val="007F224E"/>
    <w:rsid w:val="00800176"/>
    <w:rsid w:val="0080773D"/>
    <w:rsid w:val="00842D65"/>
    <w:rsid w:val="00853373"/>
    <w:rsid w:val="00860654"/>
    <w:rsid w:val="00866FA7"/>
    <w:rsid w:val="00873FA4"/>
    <w:rsid w:val="00875CB1"/>
    <w:rsid w:val="0088114B"/>
    <w:rsid w:val="0088183B"/>
    <w:rsid w:val="00887894"/>
    <w:rsid w:val="00891223"/>
    <w:rsid w:val="008A1202"/>
    <w:rsid w:val="008B3173"/>
    <w:rsid w:val="008B6AF2"/>
    <w:rsid w:val="008B735E"/>
    <w:rsid w:val="008E129F"/>
    <w:rsid w:val="009013A2"/>
    <w:rsid w:val="009043CA"/>
    <w:rsid w:val="00913451"/>
    <w:rsid w:val="00921469"/>
    <w:rsid w:val="00930205"/>
    <w:rsid w:val="0093692D"/>
    <w:rsid w:val="00937736"/>
    <w:rsid w:val="00940842"/>
    <w:rsid w:val="00942DB2"/>
    <w:rsid w:val="009448BD"/>
    <w:rsid w:val="00963327"/>
    <w:rsid w:val="00965312"/>
    <w:rsid w:val="00971815"/>
    <w:rsid w:val="00974027"/>
    <w:rsid w:val="00976902"/>
    <w:rsid w:val="00994B49"/>
    <w:rsid w:val="009B05F9"/>
    <w:rsid w:val="009E46FF"/>
    <w:rsid w:val="009F6921"/>
    <w:rsid w:val="009F7246"/>
    <w:rsid w:val="00A00488"/>
    <w:rsid w:val="00A112D8"/>
    <w:rsid w:val="00A12BEC"/>
    <w:rsid w:val="00A13D84"/>
    <w:rsid w:val="00A27FB0"/>
    <w:rsid w:val="00A31F73"/>
    <w:rsid w:val="00A3303F"/>
    <w:rsid w:val="00A8127C"/>
    <w:rsid w:val="00A854CB"/>
    <w:rsid w:val="00A92982"/>
    <w:rsid w:val="00A957C5"/>
    <w:rsid w:val="00A96618"/>
    <w:rsid w:val="00AA01D2"/>
    <w:rsid w:val="00AB578C"/>
    <w:rsid w:val="00AB74FE"/>
    <w:rsid w:val="00AC07FB"/>
    <w:rsid w:val="00AC4571"/>
    <w:rsid w:val="00AD00A4"/>
    <w:rsid w:val="00AD13C0"/>
    <w:rsid w:val="00AF15BC"/>
    <w:rsid w:val="00AF29BF"/>
    <w:rsid w:val="00B43EA0"/>
    <w:rsid w:val="00B46992"/>
    <w:rsid w:val="00B521C3"/>
    <w:rsid w:val="00B6337B"/>
    <w:rsid w:val="00B6777F"/>
    <w:rsid w:val="00B77188"/>
    <w:rsid w:val="00B82E71"/>
    <w:rsid w:val="00B84CB4"/>
    <w:rsid w:val="00B86D7F"/>
    <w:rsid w:val="00B906FC"/>
    <w:rsid w:val="00B92625"/>
    <w:rsid w:val="00B956E5"/>
    <w:rsid w:val="00BA26AB"/>
    <w:rsid w:val="00BB0C5A"/>
    <w:rsid w:val="00BD07BF"/>
    <w:rsid w:val="00BE1375"/>
    <w:rsid w:val="00BE1DD4"/>
    <w:rsid w:val="00BE318C"/>
    <w:rsid w:val="00BF2DF4"/>
    <w:rsid w:val="00BF38BA"/>
    <w:rsid w:val="00C03309"/>
    <w:rsid w:val="00C122DB"/>
    <w:rsid w:val="00C2343D"/>
    <w:rsid w:val="00C33784"/>
    <w:rsid w:val="00C3684A"/>
    <w:rsid w:val="00C44B08"/>
    <w:rsid w:val="00C50A92"/>
    <w:rsid w:val="00C55FEF"/>
    <w:rsid w:val="00C722E4"/>
    <w:rsid w:val="00C81332"/>
    <w:rsid w:val="00CB212A"/>
    <w:rsid w:val="00CD45F0"/>
    <w:rsid w:val="00CD6A24"/>
    <w:rsid w:val="00CE79EA"/>
    <w:rsid w:val="00CE7B87"/>
    <w:rsid w:val="00CF05DC"/>
    <w:rsid w:val="00D012BE"/>
    <w:rsid w:val="00D300B7"/>
    <w:rsid w:val="00D31C78"/>
    <w:rsid w:val="00D5168B"/>
    <w:rsid w:val="00D63184"/>
    <w:rsid w:val="00D64D9E"/>
    <w:rsid w:val="00D70469"/>
    <w:rsid w:val="00D75484"/>
    <w:rsid w:val="00D90D04"/>
    <w:rsid w:val="00D91EF2"/>
    <w:rsid w:val="00DB1E41"/>
    <w:rsid w:val="00DD0868"/>
    <w:rsid w:val="00E020A0"/>
    <w:rsid w:val="00E17936"/>
    <w:rsid w:val="00E247D6"/>
    <w:rsid w:val="00E42ED9"/>
    <w:rsid w:val="00E51A89"/>
    <w:rsid w:val="00E520AC"/>
    <w:rsid w:val="00E566BD"/>
    <w:rsid w:val="00E658CB"/>
    <w:rsid w:val="00E74A55"/>
    <w:rsid w:val="00E81B37"/>
    <w:rsid w:val="00E8695C"/>
    <w:rsid w:val="00E95DCB"/>
    <w:rsid w:val="00E96158"/>
    <w:rsid w:val="00EA0467"/>
    <w:rsid w:val="00EA4CA0"/>
    <w:rsid w:val="00EB1CF0"/>
    <w:rsid w:val="00ED7D68"/>
    <w:rsid w:val="00EF028B"/>
    <w:rsid w:val="00F044F6"/>
    <w:rsid w:val="00F13608"/>
    <w:rsid w:val="00F24CA5"/>
    <w:rsid w:val="00F46C3F"/>
    <w:rsid w:val="00F61411"/>
    <w:rsid w:val="00F65094"/>
    <w:rsid w:val="00F7063A"/>
    <w:rsid w:val="00F7690D"/>
    <w:rsid w:val="00F82D91"/>
    <w:rsid w:val="00F90067"/>
    <w:rsid w:val="00F9166B"/>
    <w:rsid w:val="00F947DB"/>
    <w:rsid w:val="00F95377"/>
    <w:rsid w:val="00FA0AE6"/>
    <w:rsid w:val="00FA678E"/>
    <w:rsid w:val="00FB2DBC"/>
    <w:rsid w:val="00FE2D6A"/>
    <w:rsid w:val="00FE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F3"/>
    <w:pPr>
      <w:bidi/>
      <w:spacing w:after="0" w:line="240" w:lineRule="auto"/>
    </w:pPr>
    <w:rPr>
      <w:rFonts w:ascii="Times New Roman" w:eastAsia="Times New Roman" w:hAnsi="Times New Roman" w:cs="Traditional Arabi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3BF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73BF3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A5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0B5E-6BBD-4B26-B5FE-B45DA7F2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                          </dc:creator>
  <cp:keywords/>
  <dc:description/>
  <cp:lastModifiedBy>mohd</cp:lastModifiedBy>
  <cp:revision>144</cp:revision>
  <cp:lastPrinted>2010-05-02T06:26:00Z</cp:lastPrinted>
  <dcterms:created xsi:type="dcterms:W3CDTF">2009-07-11T16:29:00Z</dcterms:created>
  <dcterms:modified xsi:type="dcterms:W3CDTF">2010-05-11T16:49:00Z</dcterms:modified>
</cp:coreProperties>
</file>